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A47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F5BB8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292901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2019 - 2024</w:t>
      </w:r>
    </w:p>
    <w:p w14:paraId="0716CCE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C07778" w14:textId="77777777" w:rsidR="00445970" w:rsidRPr="00EA4832" w:rsidRDefault="00BE392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2022</w:t>
      </w:r>
      <w:r w:rsidR="0064087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23</w:t>
      </w:r>
    </w:p>
    <w:p w14:paraId="42B3E2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6D3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0A7848" w14:textId="77777777" w:rsidTr="00B819C8">
        <w:tc>
          <w:tcPr>
            <w:tcW w:w="2694" w:type="dxa"/>
            <w:vAlign w:val="center"/>
          </w:tcPr>
          <w:p w14:paraId="5D2CC6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A876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2E70551C" w14:textId="77777777" w:rsidTr="00B819C8">
        <w:tc>
          <w:tcPr>
            <w:tcW w:w="2694" w:type="dxa"/>
            <w:vAlign w:val="center"/>
          </w:tcPr>
          <w:p w14:paraId="6DB52B9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55F3A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56D7C6" w14:textId="77777777" w:rsidTr="00B819C8">
        <w:tc>
          <w:tcPr>
            <w:tcW w:w="2694" w:type="dxa"/>
            <w:vAlign w:val="center"/>
          </w:tcPr>
          <w:p w14:paraId="267DE3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7C0EF6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E7D23A" w14:textId="77777777" w:rsidTr="00B819C8">
        <w:tc>
          <w:tcPr>
            <w:tcW w:w="2694" w:type="dxa"/>
            <w:vAlign w:val="center"/>
          </w:tcPr>
          <w:p w14:paraId="3EA08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CF1F12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FEF832" w14:textId="77777777" w:rsidTr="00B819C8">
        <w:tc>
          <w:tcPr>
            <w:tcW w:w="2694" w:type="dxa"/>
            <w:vAlign w:val="center"/>
          </w:tcPr>
          <w:p w14:paraId="5378C8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C3B4E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8717E75" w14:textId="77777777" w:rsidTr="00B819C8">
        <w:tc>
          <w:tcPr>
            <w:tcW w:w="2694" w:type="dxa"/>
            <w:vAlign w:val="center"/>
          </w:tcPr>
          <w:p w14:paraId="39849BE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5E1C5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019C607A" w14:textId="77777777" w:rsidTr="00B819C8">
        <w:tc>
          <w:tcPr>
            <w:tcW w:w="2694" w:type="dxa"/>
            <w:vAlign w:val="center"/>
          </w:tcPr>
          <w:p w14:paraId="450D34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9D74F3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7E4CAF7" w14:textId="77777777" w:rsidTr="00B819C8">
        <w:tc>
          <w:tcPr>
            <w:tcW w:w="2694" w:type="dxa"/>
            <w:vAlign w:val="center"/>
          </w:tcPr>
          <w:p w14:paraId="672DE5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4419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56A4B22F" w14:textId="77777777" w:rsidTr="00B819C8">
        <w:tc>
          <w:tcPr>
            <w:tcW w:w="2694" w:type="dxa"/>
            <w:vAlign w:val="center"/>
          </w:tcPr>
          <w:p w14:paraId="1F4B5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5901BF" w14:textId="77777777" w:rsidR="0085747A" w:rsidRPr="009C54AE" w:rsidRDefault="007B4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EA2711">
              <w:rPr>
                <w:rFonts w:ascii="Corbel" w:hAnsi="Corbel"/>
                <w:b w:val="0"/>
                <w:sz w:val="24"/>
                <w:szCs w:val="24"/>
              </w:rPr>
              <w:t>, semestr 7</w:t>
            </w:r>
          </w:p>
        </w:tc>
      </w:tr>
      <w:tr w:rsidR="0085747A" w:rsidRPr="009C54AE" w14:paraId="662E0933" w14:textId="77777777" w:rsidTr="00B819C8">
        <w:tc>
          <w:tcPr>
            <w:tcW w:w="2694" w:type="dxa"/>
            <w:vAlign w:val="center"/>
          </w:tcPr>
          <w:p w14:paraId="07549E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629D01" w14:textId="77777777" w:rsidR="0085747A" w:rsidRPr="009C54AE" w:rsidRDefault="00BE3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5220099D" w14:textId="77777777" w:rsidTr="00B819C8">
        <w:tc>
          <w:tcPr>
            <w:tcW w:w="2694" w:type="dxa"/>
            <w:vAlign w:val="center"/>
          </w:tcPr>
          <w:p w14:paraId="0F23E19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912AB3" w14:textId="77777777" w:rsidR="00923D7D" w:rsidRPr="009C54AE" w:rsidRDefault="004E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5D02E53" w14:textId="77777777" w:rsidTr="00B819C8">
        <w:tc>
          <w:tcPr>
            <w:tcW w:w="2694" w:type="dxa"/>
            <w:vAlign w:val="center"/>
          </w:tcPr>
          <w:p w14:paraId="321DBE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14AA2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484BB311" w14:textId="77777777" w:rsidTr="00B819C8">
        <w:tc>
          <w:tcPr>
            <w:tcW w:w="2694" w:type="dxa"/>
            <w:vAlign w:val="center"/>
          </w:tcPr>
          <w:p w14:paraId="5E8DFA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66E2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216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65C3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17EC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E41D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0D645C9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79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27C16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BE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8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C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48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2C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A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19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4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B4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6113B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B61C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3A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A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4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71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9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BB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075F" w14:textId="4B35A23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B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7FC8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13D46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3825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3C3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B4E888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49918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61E0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FC1D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5F02DA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77D9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A66E7" w14:textId="77777777" w:rsidTr="00745302">
        <w:tc>
          <w:tcPr>
            <w:tcW w:w="9670" w:type="dxa"/>
          </w:tcPr>
          <w:p w14:paraId="67EAA575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8AA66E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9EA6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E361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654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DC4D3E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A2711" w:rsidRPr="009C54AE" w14:paraId="3B9A8F5F" w14:textId="77777777" w:rsidTr="00F2175E">
        <w:tc>
          <w:tcPr>
            <w:tcW w:w="851" w:type="dxa"/>
            <w:vAlign w:val="center"/>
          </w:tcPr>
          <w:p w14:paraId="1302FE0C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14:paraId="74D8C8C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edukacji, w szczególności etapu edukacji wczesnoszkolnej </w:t>
            </w:r>
          </w:p>
        </w:tc>
      </w:tr>
      <w:tr w:rsidR="00EA2711" w:rsidRPr="009C54AE" w14:paraId="636E25B0" w14:textId="77777777" w:rsidTr="00F2175E">
        <w:tc>
          <w:tcPr>
            <w:tcW w:w="851" w:type="dxa"/>
            <w:vAlign w:val="center"/>
          </w:tcPr>
          <w:p w14:paraId="337B01B6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C2 </w:t>
            </w:r>
          </w:p>
        </w:tc>
        <w:tc>
          <w:tcPr>
            <w:tcW w:w="8819" w:type="dxa"/>
          </w:tcPr>
          <w:p w14:paraId="10FD6090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Poznanie kompetencji nauczycieli edukacji wczesnoszkolnej  </w:t>
            </w:r>
          </w:p>
        </w:tc>
      </w:tr>
      <w:tr w:rsidR="00EA2711" w:rsidRPr="009C54AE" w14:paraId="3D8F0CDE" w14:textId="77777777" w:rsidTr="00F2175E">
        <w:tc>
          <w:tcPr>
            <w:tcW w:w="851" w:type="dxa"/>
            <w:vAlign w:val="center"/>
          </w:tcPr>
          <w:p w14:paraId="13A8C5AE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14:paraId="4CB45789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2711" w:rsidRPr="009C54AE" w14:paraId="0F9606A7" w14:textId="77777777" w:rsidTr="00F2175E">
        <w:tc>
          <w:tcPr>
            <w:tcW w:w="851" w:type="dxa"/>
            <w:vAlign w:val="center"/>
          </w:tcPr>
          <w:p w14:paraId="33ED8248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14:paraId="39ABD1A2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umiejętności ewaluacji i oceny własnych działań </w:t>
            </w:r>
          </w:p>
        </w:tc>
      </w:tr>
      <w:tr w:rsidR="00EA2711" w:rsidRPr="009C54AE" w14:paraId="3DAB54FF" w14:textId="77777777" w:rsidTr="00F2175E">
        <w:tc>
          <w:tcPr>
            <w:tcW w:w="851" w:type="dxa"/>
            <w:vAlign w:val="center"/>
          </w:tcPr>
          <w:p w14:paraId="0989DD22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</w:tcPr>
          <w:p w14:paraId="08F5182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70E89E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160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F0A0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736B3CDB" w14:textId="77777777" w:rsidTr="0071620A">
        <w:tc>
          <w:tcPr>
            <w:tcW w:w="1701" w:type="dxa"/>
            <w:vAlign w:val="center"/>
          </w:tcPr>
          <w:p w14:paraId="11376D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6357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2A07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5DE2FAA" w14:textId="77777777" w:rsidTr="007B487A">
        <w:tc>
          <w:tcPr>
            <w:tcW w:w="1701" w:type="dxa"/>
          </w:tcPr>
          <w:p w14:paraId="740A85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43E01" w14:textId="77777777" w:rsidR="0085747A" w:rsidRPr="009C54AE" w:rsidRDefault="004E414B" w:rsidP="008A7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01EB95CB" w14:textId="77777777" w:rsidR="0085747A" w:rsidRPr="00F01D04" w:rsidRDefault="00462480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1197522A" w14:textId="77777777" w:rsidTr="007B487A">
        <w:tc>
          <w:tcPr>
            <w:tcW w:w="1701" w:type="dxa"/>
          </w:tcPr>
          <w:p w14:paraId="77D758F6" w14:textId="77777777" w:rsidR="0085747A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7CBBCC" w14:textId="77777777" w:rsidR="0085747A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Zaplanuje, p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1B3D4047" w14:textId="77777777" w:rsidR="0085747A" w:rsidRDefault="00F01D04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</w:p>
          <w:p w14:paraId="17D79BFE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PPiW.U06</w:t>
            </w:r>
          </w:p>
          <w:p w14:paraId="45881B97" w14:textId="77777777" w:rsidR="004E414B" w:rsidRPr="009C54AE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4E414B" w:rsidRPr="009C54AE" w14:paraId="5B3922DF" w14:textId="77777777" w:rsidTr="007B487A">
        <w:tc>
          <w:tcPr>
            <w:tcW w:w="1701" w:type="dxa"/>
          </w:tcPr>
          <w:p w14:paraId="7537D4B8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9E89146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wychowawczych, dydaktycznych i opiekuńczych, podejmie odpowiednie kroki w celu przeciwdziałania dysfunkcyjnym zachowaniom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6A1A2323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E414B">
              <w:rPr>
                <w:rFonts w:ascii="Corbel" w:hAnsi="Corbel"/>
                <w:b w:val="0"/>
                <w:szCs w:val="24"/>
              </w:rPr>
              <w:t>PPiW.U01</w:t>
            </w:r>
          </w:p>
          <w:p w14:paraId="07C2E789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</w:tc>
      </w:tr>
      <w:tr w:rsidR="004E414B" w:rsidRPr="009C54AE" w14:paraId="3D7A0587" w14:textId="77777777" w:rsidTr="007B487A">
        <w:tc>
          <w:tcPr>
            <w:tcW w:w="1701" w:type="dxa"/>
          </w:tcPr>
          <w:p w14:paraId="39FBB661" w14:textId="77777777" w:rsidR="004E414B" w:rsidRPr="009C54AE" w:rsidRDefault="004E414B" w:rsidP="00B04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907A43" w14:textId="77777777" w:rsidR="004E414B" w:rsidRPr="009C54AE" w:rsidRDefault="004E414B" w:rsidP="00B04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29AF19B5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4E414B" w:rsidRPr="009C54AE" w14:paraId="29D39538" w14:textId="77777777" w:rsidTr="007B487A">
        <w:tc>
          <w:tcPr>
            <w:tcW w:w="1701" w:type="dxa"/>
          </w:tcPr>
          <w:p w14:paraId="0D32DE8B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902D72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7D2C5C08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4E414B" w:rsidRPr="009C54AE" w14:paraId="14FABC0E" w14:textId="77777777" w:rsidTr="007B487A">
        <w:tc>
          <w:tcPr>
            <w:tcW w:w="1701" w:type="dxa"/>
          </w:tcPr>
          <w:p w14:paraId="351057FE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0C6C29" w14:textId="77777777" w:rsidR="004E414B" w:rsidRPr="009C54AE" w:rsidRDefault="004E414B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A9E4646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20D2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380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7657528" w14:textId="77777777" w:rsidR="0085747A" w:rsidRPr="009C54AE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Zadania realizowane w czasie praktyki</w:t>
      </w:r>
    </w:p>
    <w:p w14:paraId="3A4C64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81348" w14:textId="77777777" w:rsidTr="00923D7D">
        <w:tc>
          <w:tcPr>
            <w:tcW w:w="9639" w:type="dxa"/>
          </w:tcPr>
          <w:p w14:paraId="1FB6D00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EA2711" w:rsidRPr="009C54AE" w14:paraId="08FB00DF" w14:textId="77777777" w:rsidTr="00923D7D">
        <w:tc>
          <w:tcPr>
            <w:tcW w:w="9639" w:type="dxa"/>
          </w:tcPr>
          <w:p w14:paraId="24E89078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 w szczególności etapu edukacji wczesnoszkolnej </w:t>
            </w:r>
          </w:p>
        </w:tc>
      </w:tr>
      <w:tr w:rsidR="00EA2711" w:rsidRPr="009804FD" w14:paraId="303F0962" w14:textId="77777777" w:rsidTr="00923D7D">
        <w:tc>
          <w:tcPr>
            <w:tcW w:w="9639" w:type="dxa"/>
          </w:tcPr>
          <w:p w14:paraId="205D241C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Poznanie kompetencji nauczycieli edukacji wczesnoszkolnej</w:t>
            </w:r>
          </w:p>
        </w:tc>
      </w:tr>
      <w:tr w:rsidR="00EA2711" w:rsidRPr="009804FD" w14:paraId="2C32FB40" w14:textId="77777777" w:rsidTr="00923D7D">
        <w:tc>
          <w:tcPr>
            <w:tcW w:w="9639" w:type="dxa"/>
          </w:tcPr>
          <w:p w14:paraId="7D57CBD1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2711" w:rsidRPr="009804FD" w14:paraId="61E37494" w14:textId="77777777" w:rsidTr="00923D7D">
        <w:tc>
          <w:tcPr>
            <w:tcW w:w="9639" w:type="dxa"/>
          </w:tcPr>
          <w:p w14:paraId="3ADD9680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2711" w:rsidRPr="009804FD" w14:paraId="02603A19" w14:textId="77777777" w:rsidTr="00923D7D">
        <w:tc>
          <w:tcPr>
            <w:tcW w:w="9639" w:type="dxa"/>
          </w:tcPr>
          <w:p w14:paraId="6DFC47ED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Udział w Radzie Pedagogicznej oraz w wywiadówce</w:t>
            </w:r>
          </w:p>
        </w:tc>
      </w:tr>
    </w:tbl>
    <w:p w14:paraId="40A1933E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9A9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D5D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A16A6F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737CF1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40F9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A3F8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CDF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5ED5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71B9A982" w14:textId="77777777" w:rsidTr="00C05F44">
        <w:tc>
          <w:tcPr>
            <w:tcW w:w="1985" w:type="dxa"/>
            <w:vAlign w:val="center"/>
          </w:tcPr>
          <w:p w14:paraId="5F29C6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AF6E6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52ABD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BF782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702E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75DD0" w:rsidRPr="009C54AE" w14:paraId="6612D460" w14:textId="77777777" w:rsidTr="003D2122">
        <w:tc>
          <w:tcPr>
            <w:tcW w:w="1985" w:type="dxa"/>
          </w:tcPr>
          <w:p w14:paraId="7AA8C3F4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37725EDA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  <w:p w14:paraId="39ADAABC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7BCA75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41CEB62" w14:textId="77777777" w:rsidTr="003D2122">
        <w:tc>
          <w:tcPr>
            <w:tcW w:w="1985" w:type="dxa"/>
          </w:tcPr>
          <w:p w14:paraId="7B6A59F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3A0A329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42DCC9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28DB7D" w14:textId="77777777" w:rsidTr="003D2122">
        <w:tc>
          <w:tcPr>
            <w:tcW w:w="1985" w:type="dxa"/>
          </w:tcPr>
          <w:p w14:paraId="647EB257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6B8CA618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CCD58B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FF4290" w14:textId="77777777" w:rsidTr="003D2122">
        <w:tc>
          <w:tcPr>
            <w:tcW w:w="1985" w:type="dxa"/>
          </w:tcPr>
          <w:p w14:paraId="6879016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0537D910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8EEBF7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696CD69" w14:textId="77777777" w:rsidTr="003D2122">
        <w:tc>
          <w:tcPr>
            <w:tcW w:w="1985" w:type="dxa"/>
          </w:tcPr>
          <w:p w14:paraId="46A9745D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6DE1FCC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AA8AAD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1B3083" w:rsidRPr="009C54AE" w14:paraId="0A77BC05" w14:textId="77777777" w:rsidTr="003D2122">
        <w:trPr>
          <w:trHeight w:val="305"/>
        </w:trPr>
        <w:tc>
          <w:tcPr>
            <w:tcW w:w="1985" w:type="dxa"/>
          </w:tcPr>
          <w:p w14:paraId="725328AE" w14:textId="77777777" w:rsidR="001B3083" w:rsidRPr="009C54AE" w:rsidRDefault="001B3083" w:rsidP="003D2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B4C9EDB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5773D4E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2E74C7C3" w14:textId="77777777" w:rsidR="00923D7D" w:rsidRPr="009C54AE" w:rsidRDefault="00923D7D" w:rsidP="003D21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043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C2DB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7AB8A1" w14:textId="77777777" w:rsidTr="00923D7D">
        <w:tc>
          <w:tcPr>
            <w:tcW w:w="9670" w:type="dxa"/>
          </w:tcPr>
          <w:p w14:paraId="1767F6FB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109A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678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F75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3B4C3B5E" w14:textId="77777777" w:rsidTr="003E1941">
        <w:tc>
          <w:tcPr>
            <w:tcW w:w="4962" w:type="dxa"/>
            <w:vAlign w:val="center"/>
          </w:tcPr>
          <w:p w14:paraId="7DF2C9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328604" w14:textId="77777777" w:rsidR="0085747A" w:rsidRPr="009C54AE" w:rsidRDefault="00C61DC5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3A80B3" w14:textId="77777777" w:rsidTr="00923D7D">
        <w:tc>
          <w:tcPr>
            <w:tcW w:w="4962" w:type="dxa"/>
          </w:tcPr>
          <w:p w14:paraId="768E5EE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EDC01B6" w14:textId="15328B45" w:rsidR="0085747A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C7BE86" w14:textId="77777777" w:rsidTr="00923D7D">
        <w:tc>
          <w:tcPr>
            <w:tcW w:w="4962" w:type="dxa"/>
          </w:tcPr>
          <w:p w14:paraId="04684E37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308D38C6" w14:textId="77777777" w:rsidR="00C61DC5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BC7CA3" w14:textId="77777777" w:rsidTr="00923D7D">
        <w:tc>
          <w:tcPr>
            <w:tcW w:w="4962" w:type="dxa"/>
          </w:tcPr>
          <w:p w14:paraId="6DE4F6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C4A126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2966D3E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lastRenderedPageBreak/>
              <w:t>przygotowanie się studenta do włączania w życie grupy (zabawy z dziećmi, opieka podczas przerw, wykonywanie pomocy dydaktycznych, wystroju sali/klasy, itp.</w:t>
            </w:r>
          </w:p>
          <w:p w14:paraId="68DBCEA8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5393F466" w14:textId="77777777" w:rsidR="00C61DC5" w:rsidRPr="009C54AE" w:rsidRDefault="00721EC8" w:rsidP="00EA2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EA2711">
              <w:rPr>
                <w:rFonts w:ascii="Corbel" w:hAnsi="Corbel"/>
                <w:sz w:val="24"/>
                <w:szCs w:val="24"/>
              </w:rPr>
              <w:t xml:space="preserve">wewnątrzszkolną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dokumentacją</w:t>
            </w:r>
          </w:p>
        </w:tc>
        <w:tc>
          <w:tcPr>
            <w:tcW w:w="4677" w:type="dxa"/>
          </w:tcPr>
          <w:p w14:paraId="6E13C013" w14:textId="0772D4DF" w:rsidR="00C61DC5" w:rsidRPr="009C54AE" w:rsidRDefault="00747BBB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FD640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DB9ADF7" w14:textId="77777777" w:rsidTr="00923D7D">
        <w:tc>
          <w:tcPr>
            <w:tcW w:w="4962" w:type="dxa"/>
          </w:tcPr>
          <w:p w14:paraId="080623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94637D" w14:textId="77777777" w:rsidR="0085747A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238A5DFD" w14:textId="77777777" w:rsidTr="00923D7D">
        <w:tc>
          <w:tcPr>
            <w:tcW w:w="4962" w:type="dxa"/>
          </w:tcPr>
          <w:p w14:paraId="6753CA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97EDCC" w14:textId="77777777" w:rsidR="0085747A" w:rsidRPr="009C54AE" w:rsidRDefault="00EA2711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0E44733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43F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5C2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9132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FCD266" w14:textId="77777777" w:rsidTr="0071620A">
        <w:trPr>
          <w:trHeight w:val="397"/>
        </w:trPr>
        <w:tc>
          <w:tcPr>
            <w:tcW w:w="3544" w:type="dxa"/>
          </w:tcPr>
          <w:p w14:paraId="7EAD96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782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CD1CE5" w14:textId="77777777" w:rsidTr="0071620A">
        <w:trPr>
          <w:trHeight w:val="397"/>
        </w:trPr>
        <w:tc>
          <w:tcPr>
            <w:tcW w:w="3544" w:type="dxa"/>
          </w:tcPr>
          <w:p w14:paraId="512082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319A01" w14:textId="77777777" w:rsidR="00FD6402" w:rsidRPr="00FD6402" w:rsidRDefault="00FD6402" w:rsidP="00FD64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402">
              <w:rPr>
                <w:rFonts w:ascii="Corbel" w:hAnsi="Corbel"/>
                <w:sz w:val="24"/>
                <w:szCs w:val="24"/>
              </w:rPr>
              <w:t>Praktyka odbywa się po 6 semestrze  (wrzesień/październik), punkty ECTS wlicza się do semestru 7 - 100 godzin</w:t>
            </w:r>
          </w:p>
          <w:p w14:paraId="74EE0083" w14:textId="77777777" w:rsidR="009804FD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Student codziennie uc</w:t>
            </w:r>
            <w:r w:rsidR="00FD6402">
              <w:rPr>
                <w:rFonts w:ascii="Corbel" w:hAnsi="Corbel"/>
                <w:b w:val="0"/>
                <w:smallCaps w:val="0"/>
                <w:szCs w:val="24"/>
              </w:rPr>
              <w:t>zestniczy w zajęciach w klasie II lub III</w:t>
            </w:r>
          </w:p>
          <w:p w14:paraId="69968DDC" w14:textId="77777777" w:rsidR="0085747A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ADA4D3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110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739A7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9A1E91" w14:textId="77777777" w:rsidTr="0071620A">
        <w:trPr>
          <w:trHeight w:val="397"/>
        </w:trPr>
        <w:tc>
          <w:tcPr>
            <w:tcW w:w="7513" w:type="dxa"/>
          </w:tcPr>
          <w:p w14:paraId="0BFA2459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511EA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Czelakowska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4110FE7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Wygotskim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43FE543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0EF0FAE0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4DD52EC1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Karwowska-Struczyk M., Sobierańska D., Szpotowicz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066F719E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7C666328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EF6EE89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22A0B75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Kopaczyńska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Kraków 2008.</w:t>
            </w:r>
          </w:p>
          <w:p w14:paraId="020673EE" w14:textId="77777777" w:rsidR="00640874" w:rsidRPr="009C54AE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Semadeni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026916FC" w14:textId="77777777" w:rsidTr="0071620A">
        <w:trPr>
          <w:trHeight w:val="397"/>
        </w:trPr>
        <w:tc>
          <w:tcPr>
            <w:tcW w:w="7513" w:type="dxa"/>
          </w:tcPr>
          <w:p w14:paraId="4F9387D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CFAB9B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 A., Mazlish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5EF74B59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501280B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70E05E6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6A921CD5" w14:textId="77777777" w:rsidR="00640874" w:rsidRPr="009C54AE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14A381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8C2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13AE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293FAF" w14:textId="77777777" w:rsidR="000E21D8" w:rsidRPr="009C54AE" w:rsidRDefault="000E21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E21D8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3AB2" w14:textId="77777777" w:rsidR="00493000" w:rsidRDefault="00493000" w:rsidP="00C16ABF">
      <w:pPr>
        <w:spacing w:after="0" w:line="240" w:lineRule="auto"/>
      </w:pPr>
      <w:r>
        <w:separator/>
      </w:r>
    </w:p>
  </w:endnote>
  <w:endnote w:type="continuationSeparator" w:id="0">
    <w:p w14:paraId="1A7B427E" w14:textId="77777777" w:rsidR="00493000" w:rsidRDefault="004930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4C090" w14:textId="77777777" w:rsidR="00493000" w:rsidRDefault="00493000" w:rsidP="00C16ABF">
      <w:pPr>
        <w:spacing w:after="0" w:line="240" w:lineRule="auto"/>
      </w:pPr>
      <w:r>
        <w:separator/>
      </w:r>
    </w:p>
  </w:footnote>
  <w:footnote w:type="continuationSeparator" w:id="0">
    <w:p w14:paraId="0CACC874" w14:textId="77777777" w:rsidR="00493000" w:rsidRDefault="00493000" w:rsidP="00C16ABF">
      <w:pPr>
        <w:spacing w:after="0" w:line="240" w:lineRule="auto"/>
      </w:pPr>
      <w:r>
        <w:continuationSeparator/>
      </w:r>
    </w:p>
  </w:footnote>
  <w:footnote w:id="1">
    <w:p w14:paraId="6FD5C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4034"/>
    <w:multiLevelType w:val="hybridMultilevel"/>
    <w:tmpl w:val="7964932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6FEC"/>
    <w:multiLevelType w:val="hybridMultilevel"/>
    <w:tmpl w:val="0040DB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332637">
    <w:abstractNumId w:val="1"/>
  </w:num>
  <w:num w:numId="2" w16cid:durableId="960112077">
    <w:abstractNumId w:val="4"/>
  </w:num>
  <w:num w:numId="3" w16cid:durableId="162859453">
    <w:abstractNumId w:val="0"/>
  </w:num>
  <w:num w:numId="4" w16cid:durableId="1677463004">
    <w:abstractNumId w:val="3"/>
  </w:num>
  <w:num w:numId="5" w16cid:durableId="196819548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1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233"/>
    <w:rsid w:val="001B30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C454B"/>
    <w:rsid w:val="003D18A9"/>
    <w:rsid w:val="003D2122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3000"/>
    <w:rsid w:val="004968E2"/>
    <w:rsid w:val="004A3EEA"/>
    <w:rsid w:val="004A4D1F"/>
    <w:rsid w:val="004B16A5"/>
    <w:rsid w:val="004D5282"/>
    <w:rsid w:val="004E414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7A2C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97D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47BBB"/>
    <w:rsid w:val="00763BF1"/>
    <w:rsid w:val="00766FD4"/>
    <w:rsid w:val="0078168C"/>
    <w:rsid w:val="00786150"/>
    <w:rsid w:val="00787C2A"/>
    <w:rsid w:val="00790E27"/>
    <w:rsid w:val="007A4022"/>
    <w:rsid w:val="007A6E6E"/>
    <w:rsid w:val="007B487A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DD0"/>
    <w:rsid w:val="00884922"/>
    <w:rsid w:val="00885F64"/>
    <w:rsid w:val="008917F9"/>
    <w:rsid w:val="008A45F7"/>
    <w:rsid w:val="008A50BB"/>
    <w:rsid w:val="008A76B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9E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7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21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253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A48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11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402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A00B"/>
  <w15:docId w15:val="{F801D5F0-FFDD-4F59-8BDE-A28D43D6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E86D6-C222-43E3-8464-E2AC1CE6B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Lulek</cp:lastModifiedBy>
  <cp:revision>2</cp:revision>
  <cp:lastPrinted>2019-02-06T12:12:00Z</cp:lastPrinted>
  <dcterms:created xsi:type="dcterms:W3CDTF">2023-04-13T06:49:00Z</dcterms:created>
  <dcterms:modified xsi:type="dcterms:W3CDTF">2023-04-13T06:49:00Z</dcterms:modified>
</cp:coreProperties>
</file>